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67CF258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4A5795">
        <w:rPr>
          <w:b/>
          <w:lang w:val="en-GB"/>
        </w:rPr>
        <w:t xml:space="preserve"> </w:t>
      </w:r>
      <w:r w:rsidR="00C24BAA">
        <w:rPr>
          <w:b/>
          <w:lang w:val="en-GB"/>
        </w:rPr>
        <w:t>47-G010-25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9"/>
        <w:gridCol w:w="2323"/>
        <w:gridCol w:w="3052"/>
      </w:tblGrid>
      <w:tr w:rsidR="0076380B" w:rsidRPr="00A83773" w14:paraId="5CE7C1A9" w14:textId="22FF5B16" w:rsidTr="0076380B">
        <w:trPr>
          <w:trHeight w:val="606"/>
        </w:trPr>
        <w:tc>
          <w:tcPr>
            <w:tcW w:w="4089" w:type="dxa"/>
          </w:tcPr>
          <w:p w14:paraId="0C86EBA3" w14:textId="77777777" w:rsidR="0076380B" w:rsidRPr="00A83773" w:rsidRDefault="0076380B" w:rsidP="00E33E48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23" w:type="dxa"/>
          </w:tcPr>
          <w:p w14:paraId="2F0A8131" w14:textId="77777777" w:rsidR="0076380B" w:rsidRPr="00A83773" w:rsidRDefault="0076380B" w:rsidP="00E33E48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052" w:type="dxa"/>
          </w:tcPr>
          <w:p w14:paraId="4622EB6B" w14:textId="2D867D35" w:rsidR="0076380B" w:rsidRPr="00A83773" w:rsidRDefault="0076380B" w:rsidP="00E33E48">
            <w:pPr>
              <w:jc w:val="both"/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 KST</w:t>
            </w:r>
          </w:p>
        </w:tc>
      </w:tr>
      <w:tr w:rsidR="0076380B" w:rsidRPr="00A83773" w14:paraId="4C2D539F" w14:textId="5ABBFBC4" w:rsidTr="0076380B">
        <w:trPr>
          <w:trHeight w:val="295"/>
        </w:trPr>
        <w:tc>
          <w:tcPr>
            <w:tcW w:w="4089" w:type="dxa"/>
          </w:tcPr>
          <w:p w14:paraId="41FD461D" w14:textId="77777777" w:rsidR="0076380B" w:rsidRPr="00A83773" w:rsidRDefault="0076380B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23" w:type="dxa"/>
          </w:tcPr>
          <w:p w14:paraId="2C779895" w14:textId="77777777" w:rsidR="0076380B" w:rsidRPr="00A83773" w:rsidRDefault="0076380B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052" w:type="dxa"/>
          </w:tcPr>
          <w:p w14:paraId="7F2BEA02" w14:textId="1805837E" w:rsidR="0076380B" w:rsidRDefault="000E72B1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24BAA">
              <w:rPr>
                <w:rFonts w:ascii="Calibri" w:hAnsi="Calibri"/>
                <w:szCs w:val="20"/>
              </w:rPr>
              <w:t>6</w:t>
            </w:r>
            <w:r w:rsidR="0076380B">
              <w:rPr>
                <w:rFonts w:ascii="Calibri" w:hAnsi="Calibri"/>
                <w:szCs w:val="20"/>
              </w:rPr>
              <w:t>/10/25</w:t>
            </w:r>
          </w:p>
        </w:tc>
      </w:tr>
      <w:tr w:rsidR="0076380B" w:rsidRPr="00A83773" w14:paraId="45B2B4FE" w14:textId="52D8C059" w:rsidTr="0076380B">
        <w:trPr>
          <w:trHeight w:val="295"/>
        </w:trPr>
        <w:tc>
          <w:tcPr>
            <w:tcW w:w="4089" w:type="dxa"/>
          </w:tcPr>
          <w:p w14:paraId="01EDC865" w14:textId="77777777" w:rsidR="0076380B" w:rsidRPr="00A83773" w:rsidRDefault="0076380B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23" w:type="dxa"/>
          </w:tcPr>
          <w:p w14:paraId="1A2D75B4" w14:textId="77777777" w:rsidR="0076380B" w:rsidRPr="00A83773" w:rsidRDefault="0076380B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052" w:type="dxa"/>
          </w:tcPr>
          <w:p w14:paraId="189363D3" w14:textId="62EFD517" w:rsidR="0076380B" w:rsidRDefault="000E72B1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76380B">
              <w:rPr>
                <w:rFonts w:ascii="Calibri" w:hAnsi="Calibri"/>
                <w:szCs w:val="20"/>
              </w:rPr>
              <w:t>/10/2025</w:t>
            </w:r>
          </w:p>
        </w:tc>
      </w:tr>
      <w:tr w:rsidR="0076380B" w:rsidRPr="00A83773" w14:paraId="1FDA9F26" w14:textId="6E346B51" w:rsidTr="0076380B">
        <w:trPr>
          <w:trHeight w:val="606"/>
        </w:trPr>
        <w:tc>
          <w:tcPr>
            <w:tcW w:w="4089" w:type="dxa"/>
          </w:tcPr>
          <w:p w14:paraId="73D65BD2" w14:textId="77777777" w:rsidR="0076380B" w:rsidRPr="00A83773" w:rsidRDefault="0076380B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23" w:type="dxa"/>
          </w:tcPr>
          <w:p w14:paraId="018D888B" w14:textId="77777777" w:rsidR="0076380B" w:rsidRPr="00A83773" w:rsidRDefault="0076380B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052" w:type="dxa"/>
          </w:tcPr>
          <w:p w14:paraId="4717BE34" w14:textId="07E225CB" w:rsidR="0076380B" w:rsidRDefault="000E72B1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76380B">
              <w:rPr>
                <w:rFonts w:ascii="Calibri" w:hAnsi="Calibri"/>
                <w:szCs w:val="20"/>
              </w:rPr>
              <w:t>/11/2025</w:t>
            </w:r>
          </w:p>
        </w:tc>
      </w:tr>
      <w:tr w:rsidR="0076380B" w:rsidRPr="00A83773" w14:paraId="5AFC7FC8" w14:textId="6021C558" w:rsidTr="0076380B">
        <w:trPr>
          <w:trHeight w:val="606"/>
        </w:trPr>
        <w:tc>
          <w:tcPr>
            <w:tcW w:w="4089" w:type="dxa"/>
            <w:tcBorders>
              <w:bottom w:val="single" w:sz="12" w:space="0" w:color="auto"/>
            </w:tcBorders>
          </w:tcPr>
          <w:p w14:paraId="2118294B" w14:textId="77777777" w:rsidR="0076380B" w:rsidRPr="00A83773" w:rsidRDefault="0076380B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23" w:type="dxa"/>
            <w:tcBorders>
              <w:bottom w:val="single" w:sz="12" w:space="0" w:color="auto"/>
            </w:tcBorders>
          </w:tcPr>
          <w:p w14:paraId="36F4F215" w14:textId="77777777" w:rsidR="0076380B" w:rsidRPr="00A83773" w:rsidRDefault="0076380B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052" w:type="dxa"/>
            <w:tcBorders>
              <w:bottom w:val="single" w:sz="12" w:space="0" w:color="auto"/>
            </w:tcBorders>
          </w:tcPr>
          <w:p w14:paraId="70BC1A22" w14:textId="2B7842F8" w:rsidR="0076380B" w:rsidRDefault="00C24BAA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76380B">
              <w:rPr>
                <w:rFonts w:ascii="Calibri" w:hAnsi="Calibri"/>
                <w:szCs w:val="20"/>
              </w:rPr>
              <w:t>/11/2025</w:t>
            </w:r>
          </w:p>
        </w:tc>
      </w:tr>
      <w:tr w:rsidR="0076380B" w:rsidRPr="00A83773" w14:paraId="69FDBD88" w14:textId="488162F8" w:rsidTr="0076380B">
        <w:trPr>
          <w:trHeight w:val="295"/>
        </w:trPr>
        <w:tc>
          <w:tcPr>
            <w:tcW w:w="4089" w:type="dxa"/>
          </w:tcPr>
          <w:p w14:paraId="23BEF4E6" w14:textId="77777777" w:rsidR="0076380B" w:rsidRPr="00A83773" w:rsidRDefault="0076380B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23" w:type="dxa"/>
          </w:tcPr>
          <w:p w14:paraId="6FC5DBD7" w14:textId="77777777" w:rsidR="0076380B" w:rsidRPr="00A83773" w:rsidRDefault="0076380B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052" w:type="dxa"/>
          </w:tcPr>
          <w:p w14:paraId="3C33D108" w14:textId="115826F9" w:rsidR="0076380B" w:rsidRDefault="000E72B1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24BAA">
              <w:rPr>
                <w:rFonts w:ascii="Calibri" w:hAnsi="Calibri"/>
                <w:szCs w:val="20"/>
              </w:rPr>
              <w:t>8</w:t>
            </w:r>
            <w:r w:rsidR="0076380B">
              <w:rPr>
                <w:rFonts w:ascii="Calibri" w:hAnsi="Calibri"/>
                <w:szCs w:val="20"/>
              </w:rPr>
              <w:t>/11/2025</w:t>
            </w:r>
          </w:p>
        </w:tc>
      </w:tr>
      <w:tr w:rsidR="0076380B" w:rsidRPr="00A83773" w14:paraId="7AFFF1F4" w14:textId="17DFD3ED" w:rsidTr="0076380B">
        <w:trPr>
          <w:trHeight w:val="295"/>
        </w:trPr>
        <w:tc>
          <w:tcPr>
            <w:tcW w:w="4089" w:type="dxa"/>
          </w:tcPr>
          <w:p w14:paraId="465CF94D" w14:textId="77777777" w:rsidR="0076380B" w:rsidRPr="00A83773" w:rsidRDefault="0076380B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23" w:type="dxa"/>
          </w:tcPr>
          <w:p w14:paraId="77D4D237" w14:textId="77777777" w:rsidR="0076380B" w:rsidRPr="00A83773" w:rsidRDefault="0076380B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052" w:type="dxa"/>
          </w:tcPr>
          <w:p w14:paraId="0ECC5794" w14:textId="455B94F0" w:rsidR="0076380B" w:rsidRDefault="00C24BAA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76380B">
              <w:rPr>
                <w:rFonts w:ascii="Calibri" w:hAnsi="Calibri"/>
                <w:szCs w:val="20"/>
              </w:rPr>
              <w:t>/11/2025</w:t>
            </w:r>
          </w:p>
        </w:tc>
      </w:tr>
      <w:tr w:rsidR="0076380B" w:rsidRPr="00A83773" w14:paraId="4E81A97C" w14:textId="3598EFF0" w:rsidTr="0076380B">
        <w:trPr>
          <w:trHeight w:val="606"/>
        </w:trPr>
        <w:tc>
          <w:tcPr>
            <w:tcW w:w="4089" w:type="dxa"/>
          </w:tcPr>
          <w:p w14:paraId="47F2258F" w14:textId="77777777" w:rsidR="0076380B" w:rsidRPr="00A83773" w:rsidRDefault="0076380B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323" w:type="dxa"/>
          </w:tcPr>
          <w:p w14:paraId="2F97CBF9" w14:textId="77777777" w:rsidR="0076380B" w:rsidRPr="00A83773" w:rsidRDefault="0076380B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052" w:type="dxa"/>
          </w:tcPr>
          <w:p w14:paraId="2CB6CD83" w14:textId="6D99B7B9" w:rsidR="0076380B" w:rsidRDefault="000E72B1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8268C0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/12</w:t>
            </w:r>
            <w:r w:rsidR="0076380B">
              <w:rPr>
                <w:rFonts w:ascii="Calibri" w:hAnsi="Calibri"/>
                <w:szCs w:val="20"/>
              </w:rPr>
              <w:t>/2025</w:t>
            </w:r>
          </w:p>
        </w:tc>
      </w:tr>
      <w:tr w:rsidR="0076380B" w:rsidRPr="00A83773" w14:paraId="28C6ABB8" w14:textId="28083648" w:rsidTr="0076380B">
        <w:trPr>
          <w:trHeight w:val="606"/>
        </w:trPr>
        <w:tc>
          <w:tcPr>
            <w:tcW w:w="4089" w:type="dxa"/>
          </w:tcPr>
          <w:p w14:paraId="5F4FDB87" w14:textId="77777777" w:rsidR="0076380B" w:rsidRPr="00A83773" w:rsidRDefault="0076380B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23" w:type="dxa"/>
          </w:tcPr>
          <w:p w14:paraId="15A5AFF3" w14:textId="77777777" w:rsidR="0076380B" w:rsidRPr="00A83773" w:rsidRDefault="0076380B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052" w:type="dxa"/>
          </w:tcPr>
          <w:p w14:paraId="6D51A371" w14:textId="4977C885" w:rsidR="0076380B" w:rsidRPr="008D662A" w:rsidRDefault="008268C0" w:rsidP="008D662A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76380B">
              <w:rPr>
                <w:rFonts w:ascii="Calibri" w:hAnsi="Calibri"/>
                <w:szCs w:val="20"/>
              </w:rPr>
              <w:t>/12/2025</w:t>
            </w:r>
          </w:p>
        </w:tc>
      </w:tr>
      <w:tr w:rsidR="0076380B" w:rsidRPr="00A33618" w14:paraId="029E8230" w14:textId="3CAE56AB" w:rsidTr="0076380B">
        <w:trPr>
          <w:trHeight w:val="295"/>
        </w:trPr>
        <w:tc>
          <w:tcPr>
            <w:tcW w:w="4089" w:type="dxa"/>
          </w:tcPr>
          <w:p w14:paraId="68B66FA8" w14:textId="77777777" w:rsidR="0076380B" w:rsidRPr="00A83773" w:rsidRDefault="0076380B" w:rsidP="00E33E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23" w:type="dxa"/>
          </w:tcPr>
          <w:p w14:paraId="39E67A9D" w14:textId="77777777" w:rsidR="0076380B" w:rsidRPr="00690137" w:rsidRDefault="0076380B" w:rsidP="00E33E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052" w:type="dxa"/>
          </w:tcPr>
          <w:p w14:paraId="69DCCD67" w14:textId="687FB3A0" w:rsidR="0076380B" w:rsidRDefault="008268C0" w:rsidP="00E33E48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76380B">
              <w:rPr>
                <w:rFonts w:ascii="Calibri" w:hAnsi="Calibri"/>
                <w:szCs w:val="20"/>
              </w:rPr>
              <w:t>/12/2025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5F78A" w14:textId="77777777" w:rsidR="00EB631B" w:rsidRDefault="00EB631B">
      <w:r>
        <w:separator/>
      </w:r>
    </w:p>
  </w:endnote>
  <w:endnote w:type="continuationSeparator" w:id="0">
    <w:p w14:paraId="0BCD7E97" w14:textId="77777777" w:rsidR="00EB631B" w:rsidRDefault="00EB631B">
      <w:r>
        <w:continuationSeparator/>
      </w:r>
    </w:p>
  </w:endnote>
  <w:endnote w:type="continuationNotice" w:id="1">
    <w:p w14:paraId="31F2FE7C" w14:textId="77777777" w:rsidR="00EB631B" w:rsidRDefault="00EB6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E72B1" w:rsidRPr="000E72B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E72B1" w:rsidRPr="000E72B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53DD3C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268C0">
      <w:rPr>
        <w:noProof/>
      </w:rPr>
      <w:t>2025-10-16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762BF" w14:textId="77777777" w:rsidR="00EB631B" w:rsidRDefault="00EB631B">
      <w:r>
        <w:separator/>
      </w:r>
    </w:p>
  </w:footnote>
  <w:footnote w:type="continuationSeparator" w:id="0">
    <w:p w14:paraId="63684A97" w14:textId="77777777" w:rsidR="00EB631B" w:rsidRDefault="00EB631B">
      <w:r>
        <w:continuationSeparator/>
      </w:r>
    </w:p>
  </w:footnote>
  <w:footnote w:type="continuationNotice" w:id="1">
    <w:p w14:paraId="7E3D583A" w14:textId="77777777" w:rsidR="00EB631B" w:rsidRDefault="00EB63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250961">
    <w:abstractNumId w:val="1"/>
  </w:num>
  <w:num w:numId="2" w16cid:durableId="116878914">
    <w:abstractNumId w:val="10"/>
  </w:num>
  <w:num w:numId="3" w16cid:durableId="1477869559">
    <w:abstractNumId w:val="11"/>
  </w:num>
  <w:num w:numId="4" w16cid:durableId="74473114">
    <w:abstractNumId w:val="4"/>
  </w:num>
  <w:num w:numId="5" w16cid:durableId="2127310385">
    <w:abstractNumId w:val="3"/>
  </w:num>
  <w:num w:numId="6" w16cid:durableId="2103449907">
    <w:abstractNumId w:val="7"/>
  </w:num>
  <w:num w:numId="7" w16cid:durableId="758523497">
    <w:abstractNumId w:val="5"/>
  </w:num>
  <w:num w:numId="8" w16cid:durableId="1181315911">
    <w:abstractNumId w:val="9"/>
  </w:num>
  <w:num w:numId="9" w16cid:durableId="1684358972">
    <w:abstractNumId w:val="0"/>
  </w:num>
  <w:num w:numId="10" w16cid:durableId="571309170">
    <w:abstractNumId w:val="8"/>
  </w:num>
  <w:num w:numId="11" w16cid:durableId="822434091">
    <w:abstractNumId w:val="2"/>
  </w:num>
  <w:num w:numId="12" w16cid:durableId="97776341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4FD"/>
    <w:rsid w:val="00014D56"/>
    <w:rsid w:val="00015552"/>
    <w:rsid w:val="00015DD1"/>
    <w:rsid w:val="00016101"/>
    <w:rsid w:val="00017DD5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7C5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3AFB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72B1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032"/>
    <w:rsid w:val="0019731E"/>
    <w:rsid w:val="001A07AA"/>
    <w:rsid w:val="001A10C5"/>
    <w:rsid w:val="001B2828"/>
    <w:rsid w:val="001B28AC"/>
    <w:rsid w:val="001B54D2"/>
    <w:rsid w:val="001B6479"/>
    <w:rsid w:val="001B6E4F"/>
    <w:rsid w:val="001C3AAA"/>
    <w:rsid w:val="001C49D5"/>
    <w:rsid w:val="001C525C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2BC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6782B"/>
    <w:rsid w:val="00370246"/>
    <w:rsid w:val="003716E9"/>
    <w:rsid w:val="00372246"/>
    <w:rsid w:val="00372C19"/>
    <w:rsid w:val="003738E4"/>
    <w:rsid w:val="0037393B"/>
    <w:rsid w:val="00373BC7"/>
    <w:rsid w:val="003746F7"/>
    <w:rsid w:val="0037596D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A1B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42A4"/>
    <w:rsid w:val="00495DC4"/>
    <w:rsid w:val="00495FE7"/>
    <w:rsid w:val="00496251"/>
    <w:rsid w:val="00497108"/>
    <w:rsid w:val="0049746D"/>
    <w:rsid w:val="004978A3"/>
    <w:rsid w:val="00497F3E"/>
    <w:rsid w:val="004A11E1"/>
    <w:rsid w:val="004A1E0A"/>
    <w:rsid w:val="004A2F4F"/>
    <w:rsid w:val="004A389A"/>
    <w:rsid w:val="004A469D"/>
    <w:rsid w:val="004A5537"/>
    <w:rsid w:val="004A5795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57B1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7A3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9E6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6BC9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C57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863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3508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1A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3A5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380B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8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209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AA5"/>
    <w:rsid w:val="008D662A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B7DFB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FB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489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355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3DB5"/>
    <w:rsid w:val="00B94505"/>
    <w:rsid w:val="00B959A1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2853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3CB1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4BAA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DEB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17201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A3A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3A6B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32C6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91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31B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0FF8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D586223F-7DC3-4C19-BD5B-4DFF400F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22F7B-5B44-478F-9357-64306A5CC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12</cp:revision>
  <cp:lastPrinted>2013-10-18T08:32:00Z</cp:lastPrinted>
  <dcterms:created xsi:type="dcterms:W3CDTF">2025-10-13T03:30:00Z</dcterms:created>
  <dcterms:modified xsi:type="dcterms:W3CDTF">2025-10-16T03:10:00Z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